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1AEDBB0CD5044688AAB7D7AFE22D588"/>
        </w:placeholder>
        <w:text/>
      </w:sdtPr>
      <w:sdtEndPr>
        <w:rPr>
          <w:rStyle w:val="Nzevakce"/>
        </w:rPr>
      </w:sdtEndPr>
      <w:sdtContent>
        <w:p w:rsidR="00CF0EF4" w:rsidRDefault="00ED50E3" w:rsidP="00CF0EF4">
          <w:pPr>
            <w:pStyle w:val="Tituldatum"/>
          </w:pPr>
          <w:r w:rsidRPr="00ED50E3">
            <w:rPr>
              <w:rStyle w:val="Nzevakce"/>
            </w:rPr>
            <w:t>Sanace skal v km 77,600 - 77,700 v úseku Rožná - Nedvědice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035CA" w:rsidRPr="00ED50E3">
        <w:t>2</w:t>
      </w:r>
      <w:r w:rsidR="00ED50E3" w:rsidRPr="00ED50E3">
        <w:t>7</w:t>
      </w:r>
      <w:r w:rsidRPr="00ED50E3">
        <w:t xml:space="preserve">. </w:t>
      </w:r>
      <w:r w:rsidR="00ED50E3" w:rsidRPr="00ED50E3">
        <w:t>7</w:t>
      </w:r>
      <w:r w:rsidRPr="00ED50E3">
        <w:t>. 20</w:t>
      </w:r>
      <w:r w:rsidR="00A616BE" w:rsidRPr="00ED50E3">
        <w:t>2</w:t>
      </w:r>
      <w:r w:rsidR="00ED50E3" w:rsidRPr="00ED50E3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D00F7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3568619" w:history="1">
        <w:r w:rsidR="00D00F75" w:rsidRPr="00556D19">
          <w:rPr>
            <w:rStyle w:val="Hypertextovodkaz"/>
          </w:rPr>
          <w:t>SEZNAM ZKRATEK</w:t>
        </w:r>
        <w:r w:rsidR="00D00F75">
          <w:rPr>
            <w:noProof/>
            <w:webHidden/>
          </w:rPr>
          <w:tab/>
        </w:r>
        <w:r w:rsidR="00D00F75">
          <w:rPr>
            <w:noProof/>
            <w:webHidden/>
          </w:rPr>
          <w:fldChar w:fldCharType="begin"/>
        </w:r>
        <w:r w:rsidR="00D00F75">
          <w:rPr>
            <w:noProof/>
            <w:webHidden/>
          </w:rPr>
          <w:instrText xml:space="preserve"> PAGEREF _Toc133568619 \h </w:instrText>
        </w:r>
        <w:r w:rsidR="00D00F75">
          <w:rPr>
            <w:noProof/>
            <w:webHidden/>
          </w:rPr>
        </w:r>
        <w:r w:rsidR="00D00F75">
          <w:rPr>
            <w:noProof/>
            <w:webHidden/>
          </w:rPr>
          <w:fldChar w:fldCharType="separate"/>
        </w:r>
        <w:r w:rsidR="00D00F75">
          <w:rPr>
            <w:noProof/>
            <w:webHidden/>
          </w:rPr>
          <w:t>2</w:t>
        </w:r>
        <w:r w:rsidR="00D00F75">
          <w:rPr>
            <w:noProof/>
            <w:webHidden/>
          </w:rPr>
          <w:fldChar w:fldCharType="end"/>
        </w:r>
      </w:hyperlink>
    </w:p>
    <w:p w:rsidR="00D00F75" w:rsidRDefault="00D00F7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68620" w:history="1">
        <w:r w:rsidRPr="00556D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56D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_Toc133568620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00F75" w:rsidRDefault="00D00F7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8621" w:history="1">
        <w:r w:rsidRPr="00556D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56D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_Toc133568621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00F75" w:rsidRDefault="00D00F7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8622" w:history="1">
        <w:r w:rsidRPr="00556D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56D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_Toc133568622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00F75" w:rsidRDefault="00D00F7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8623" w:history="1">
        <w:r w:rsidRPr="00556D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56D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_Toc133568623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00F75" w:rsidRDefault="00D00F7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68624" w:history="1">
        <w:r w:rsidRPr="00556D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56D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_Toc133568624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00F75" w:rsidRDefault="00D00F7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68625" w:history="1">
        <w:r w:rsidRPr="00556D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56D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_Toc133568625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00F75" w:rsidRDefault="00D00F7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68626" w:history="1">
        <w:r w:rsidRPr="00556D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56D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_Toc133568626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>
      <w:bookmarkStart w:id="0" w:name="_GoBack"/>
      <w:bookmarkEnd w:id="0"/>
    </w:p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33568619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133568620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3356862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33568622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3356862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3356862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D00F75">
        <w:t xml:space="preserve">rozhodnutí </w:t>
      </w:r>
      <w:r w:rsidR="000B48A8" w:rsidRPr="00D00F75">
        <w:t>Objednatele</w:t>
      </w:r>
      <w:r w:rsidRPr="00D00F75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</w:t>
      </w:r>
      <w:r w:rsidR="00D00F75">
        <w:t> </w:t>
      </w:r>
      <w:r>
        <w:t>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</w:t>
      </w:r>
      <w:r w:rsidRPr="00D00F75">
        <w:t>předpisu XC4/XDC</w:t>
      </w:r>
      <w:r>
        <w:t>).</w:t>
      </w:r>
    </w:p>
    <w:p w:rsidR="005E07BA" w:rsidRDefault="005E07BA" w:rsidP="005E07BA">
      <w:pPr>
        <w:pStyle w:val="Nadpis2-1"/>
      </w:pPr>
      <w:bookmarkStart w:id="11" w:name="_Toc13356862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3356862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D00F75">
        <w:t xml:space="preserve">přijat </w:t>
      </w:r>
      <w:r w:rsidR="00906F80" w:rsidRPr="00D00F75">
        <w:t>Objednatelem</w:t>
      </w:r>
      <w:r w:rsidRPr="00D00F75">
        <w:t xml:space="preserve"> k z</w:t>
      </w:r>
      <w:r>
        <w:t>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F8A" w:rsidRDefault="00652F8A" w:rsidP="00962258">
      <w:pPr>
        <w:spacing w:after="0" w:line="240" w:lineRule="auto"/>
      </w:pPr>
      <w:r>
        <w:separator/>
      </w:r>
    </w:p>
  </w:endnote>
  <w:endnote w:type="continuationSeparator" w:id="0">
    <w:p w:rsidR="00652F8A" w:rsidRDefault="00652F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0F7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0F7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510CF2" w:rsidP="00C87634">
          <w:pPr>
            <w:pStyle w:val="Zpatvlevo"/>
          </w:pPr>
          <w:fldSimple w:instr=" STYLEREF  _Název_akce  \* MERGEFORMAT ">
            <w:r w:rsidR="00D00F75" w:rsidRPr="00D00F75">
              <w:rPr>
                <w:b/>
                <w:bCs/>
                <w:noProof/>
              </w:rPr>
              <w:t>Sanace skal</w:t>
            </w:r>
            <w:r w:rsidR="00D00F75">
              <w:rPr>
                <w:noProof/>
              </w:rPr>
              <w:t xml:space="preserve"> v km 77,600 - 77,700 v úseku Rožná - Nedvědice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510CF2" w:rsidP="00C87634">
          <w:pPr>
            <w:pStyle w:val="Zpatvpravo"/>
          </w:pPr>
          <w:fldSimple w:instr=" STYLEREF  _Název_akce  \* MERGEFORMAT ">
            <w:r w:rsidR="00D00F75" w:rsidRPr="00D00F75">
              <w:rPr>
                <w:b/>
                <w:bCs/>
                <w:noProof/>
              </w:rPr>
              <w:t>Sanace skal</w:t>
            </w:r>
            <w:r w:rsidR="00D00F75">
              <w:rPr>
                <w:noProof/>
              </w:rPr>
              <w:t xml:space="preserve"> v km 77,600 - 77,700 v úseku Rožná - Nedvědice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0F7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0F7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F8A" w:rsidRDefault="00652F8A" w:rsidP="00962258">
      <w:pPr>
        <w:spacing w:after="0" w:line="240" w:lineRule="auto"/>
      </w:pPr>
      <w:r>
        <w:separator/>
      </w:r>
    </w:p>
  </w:footnote>
  <w:footnote w:type="continuationSeparator" w:id="0">
    <w:p w:rsidR="00652F8A" w:rsidRDefault="00652F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0E3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0CF2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2F8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0F7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ED50E3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F7480"/>
  <w14:defaultImageDpi w14:val="32767"/>
  <w15:docId w15:val="{224798A1-08A2-43C5-A5A6-AD8FF461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Z\Plocha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1AEDBB0CD5044688AAB7D7AFE22D5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DBB855-9CF8-4BC8-84C6-9726DCE1E63A}"/>
      </w:docPartPr>
      <w:docPartBody>
        <w:p w:rsidR="00BB5AA2" w:rsidRDefault="000946F1">
          <w:pPr>
            <w:pStyle w:val="F1AEDBB0CD5044688AAB7D7AFE22D58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6F1"/>
    <w:rsid w:val="000946F1"/>
    <w:rsid w:val="00BB5AA2"/>
    <w:rsid w:val="00D6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1AEDBB0CD5044688AAB7D7AFE22D588">
    <w:name w:val="F1AEDBB0CD5044688AAB7D7AFE22D5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9479E0B-8B2D-49FD-9F23-A8EAA0AFB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8</TotalTime>
  <Pages>6</Pages>
  <Words>1896</Words>
  <Characters>11191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Bureš Jakub, Ing.</dc:creator>
  <cp:lastModifiedBy>Bureš Jakub, Ing.</cp:lastModifiedBy>
  <cp:revision>2</cp:revision>
  <cp:lastPrinted>2019-03-13T10:28:00Z</cp:lastPrinted>
  <dcterms:created xsi:type="dcterms:W3CDTF">2023-04-28T07:54:00Z</dcterms:created>
  <dcterms:modified xsi:type="dcterms:W3CDTF">2023-04-28T08:03:00Z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